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125308" cy="2977662"/>
                <wp:effectExtent l="0" t="0" r="27940" b="1333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5308" cy="2977662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2.3pt;height:23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" filled="f" strokecolor="#7030a0" strokeweight="1pt"/>
            </w:pict>
          </mc:Fallback>
        </mc:AlternateContent>
      </w:r>
      <w:r w:rsidR="00647783">
        <w:rPr>
          <w:rFonts w:ascii="Arial" w:hAnsi="Arial" w:cs="Arial"/>
          <w:b/>
          <w:color w:val="7030A0"/>
          <w:sz w:val="28"/>
          <w:szCs w:val="28"/>
        </w:rPr>
        <w:t xml:space="preserve">SOT KA (MÉTÉO) 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F7237B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Découvrir les différentes saisons et situations météorologiques de manière ludique à l'aide </w:t>
      </w:r>
      <w:r w:rsidR="00762A09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la fameuse horloge météo albanaise.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="00983F75">
        <w:rPr>
          <w:rFonts w:ascii="Arial" w:hAnsi="Arial" w:cs="Arial"/>
        </w:rPr>
        <w:t xml:space="preserve"> L 27, L2 21, L2 23, L2 24, L3 24, L3 26  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2D52A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983F75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983F75">
        <w:rPr>
          <w:rFonts w:ascii="Arial" w:hAnsi="Arial" w:cs="Arial"/>
        </w:rPr>
        <w:t xml:space="preserve"> SHS 21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983F75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983F75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983F75">
        <w:rPr>
          <w:rFonts w:ascii="Arial" w:hAnsi="Arial" w:cs="Arial"/>
        </w:rPr>
        <w:t xml:space="preserve">FG 24, FG 25, FG 28 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983F75">
        <w:rPr>
          <w:rFonts w:ascii="Arial" w:hAnsi="Arial" w:cs="Arial"/>
        </w:rPr>
        <w:t xml:space="preserve"> Communication, collaboration, stratégie</w:t>
      </w:r>
      <w:r w:rsidR="008C5962">
        <w:rPr>
          <w:rFonts w:ascii="Arial" w:hAnsi="Arial" w:cs="Arial"/>
        </w:rPr>
        <w:t>s</w:t>
      </w:r>
      <w:bookmarkStart w:id="0" w:name="_GoBack"/>
      <w:bookmarkEnd w:id="0"/>
      <w:r w:rsidR="00983F75">
        <w:rPr>
          <w:rFonts w:ascii="Arial" w:hAnsi="Arial" w:cs="Arial"/>
        </w:rPr>
        <w:t xml:space="preserve"> d'apprentissage. </w:t>
      </w:r>
    </w:p>
    <w:p w:rsidR="00687DE3" w:rsidRDefault="00687DE3" w:rsidP="00F723D3">
      <w:pPr>
        <w:rPr>
          <w:rFonts w:ascii="Arial" w:hAnsi="Arial" w:cs="Arial"/>
        </w:rPr>
      </w:pPr>
    </w:p>
    <w:p w:rsidR="00DA62F8" w:rsidRPr="00DA62F8" w:rsidRDefault="00DA62F8" w:rsidP="00DA62F8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F948B2" w:rsidRDefault="00F723D3" w:rsidP="00F948B2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F948B2" w:rsidRPr="00AE52B2" w:rsidRDefault="00F948B2" w:rsidP="00F948B2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F948B2">
        <w:rPr>
          <w:rFonts w:ascii="Arial" w:hAnsi="Arial" w:cs="Arial"/>
          <w:b/>
        </w:rPr>
        <w:t>PDF "horloge météo"</w:t>
      </w:r>
      <w:r w:rsidR="00A93A75" w:rsidRPr="00A93A75">
        <w:rPr>
          <w:rFonts w:ascii="Arial" w:hAnsi="Arial" w:cs="Arial"/>
          <w:b/>
          <w:i/>
          <w:sz w:val="20"/>
          <w:szCs w:val="20"/>
        </w:rPr>
        <w:t xml:space="preserve"> </w:t>
      </w:r>
      <w:r w:rsidR="00A93A75" w:rsidRPr="00AE52B2">
        <w:rPr>
          <w:rFonts w:ascii="Arial" w:hAnsi="Arial" w:cs="Arial"/>
          <w:b/>
          <w:sz w:val="20"/>
          <w:szCs w:val="20"/>
        </w:rPr>
        <w:sym w:font="Wingdings" w:char="F0E0"/>
      </w:r>
      <w:r w:rsidR="00A93A75" w:rsidRPr="00AE52B2">
        <w:rPr>
          <w:rFonts w:ascii="Arial" w:hAnsi="Arial" w:cs="Arial"/>
          <w:b/>
          <w:sz w:val="20"/>
          <w:szCs w:val="20"/>
        </w:rPr>
        <w:t xml:space="preserve"> Découper l'horloge ainsi que l'aiguille. Coller l'horloge sur un support cartonné. Faire de même avec l'aiguille. Puis fixer l'aiguille de manière à pouvoir la bouger afin d'indiquer différentes météos. </w:t>
      </w:r>
    </w:p>
    <w:p w:rsidR="004B3F3D" w:rsidRPr="00B104BF" w:rsidRDefault="00F948B2" w:rsidP="00B104BF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F948B2">
        <w:rPr>
          <w:rFonts w:ascii="Arial" w:hAnsi="Arial" w:cs="Arial"/>
          <w:b/>
        </w:rPr>
        <w:t>PDF "sot ka"</w:t>
      </w: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582" w:rsidRDefault="00E85582" w:rsidP="00687DE3">
      <w:pPr>
        <w:spacing w:after="0" w:line="240" w:lineRule="auto"/>
      </w:pPr>
      <w:r>
        <w:separator/>
      </w:r>
    </w:p>
  </w:endnote>
  <w:endnote w:type="continuationSeparator" w:id="0">
    <w:p w:rsidR="00E85582" w:rsidRDefault="00E85582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582" w:rsidRDefault="00E85582" w:rsidP="00687DE3">
      <w:pPr>
        <w:spacing w:after="0" w:line="240" w:lineRule="auto"/>
      </w:pPr>
      <w:r>
        <w:separator/>
      </w:r>
    </w:p>
  </w:footnote>
  <w:footnote w:type="continuationSeparator" w:id="0">
    <w:p w:rsidR="00E85582" w:rsidRDefault="00E85582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A4A00"/>
    <w:rsid w:val="002D52A1"/>
    <w:rsid w:val="003F707B"/>
    <w:rsid w:val="004163C9"/>
    <w:rsid w:val="004B3F3D"/>
    <w:rsid w:val="00507F03"/>
    <w:rsid w:val="00516BDB"/>
    <w:rsid w:val="00647783"/>
    <w:rsid w:val="00687DE3"/>
    <w:rsid w:val="00716697"/>
    <w:rsid w:val="00762A09"/>
    <w:rsid w:val="008844A5"/>
    <w:rsid w:val="008C5962"/>
    <w:rsid w:val="0094240B"/>
    <w:rsid w:val="00983F75"/>
    <w:rsid w:val="009D3BE3"/>
    <w:rsid w:val="00A93A75"/>
    <w:rsid w:val="00AE52B2"/>
    <w:rsid w:val="00B104BF"/>
    <w:rsid w:val="00B56676"/>
    <w:rsid w:val="00D61C79"/>
    <w:rsid w:val="00D660C8"/>
    <w:rsid w:val="00D75DB1"/>
    <w:rsid w:val="00DA62F8"/>
    <w:rsid w:val="00DF5E50"/>
    <w:rsid w:val="00E85582"/>
    <w:rsid w:val="00F357A9"/>
    <w:rsid w:val="00F7237B"/>
    <w:rsid w:val="00F723D3"/>
    <w:rsid w:val="00F9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3F7BB0D1.dotm</Template>
  <TotalTime>1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2019-07-18T16:13:00Z</dcterms:created>
  <dcterms:modified xsi:type="dcterms:W3CDTF">2019-07-29T06:38:00Z</dcterms:modified>
</cp:coreProperties>
</file>